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2E6" w:rsidRPr="00BC1DBA" w:rsidRDefault="006272E6" w:rsidP="00CD28A6">
      <w:pPr>
        <w:pStyle w:val="Heading2"/>
        <w:rPr>
          <w:sz w:val="36"/>
          <w:szCs w:val="36"/>
        </w:rPr>
      </w:pPr>
      <w:r w:rsidRPr="00BC1DBA">
        <w:rPr>
          <w:sz w:val="36"/>
          <w:szCs w:val="36"/>
        </w:rPr>
        <w:t xml:space="preserve">                  </w:t>
      </w:r>
      <w:r w:rsidRPr="00BC1DBA">
        <w:rPr>
          <w:rFonts w:hint="eastAsia"/>
          <w:sz w:val="36"/>
          <w:szCs w:val="36"/>
        </w:rPr>
        <w:t>花博，常州</w:t>
      </w:r>
    </w:p>
    <w:p w:rsidR="006272E6" w:rsidRPr="00BC1DBA" w:rsidRDefault="006272E6" w:rsidP="00166079">
      <w:pPr>
        <w:rPr>
          <w:rFonts w:ascii="宋体"/>
          <w:sz w:val="30"/>
          <w:szCs w:val="30"/>
        </w:rPr>
      </w:pPr>
      <w:r>
        <w:t xml:space="preserve">   </w:t>
      </w:r>
      <w:r w:rsidRPr="00BC1DBA">
        <w:rPr>
          <w:rFonts w:ascii="宋体" w:hAnsi="宋体" w:hint="eastAsia"/>
          <w:sz w:val="30"/>
          <w:szCs w:val="30"/>
        </w:rPr>
        <w:t>常州市新北区薛家中学八（</w:t>
      </w:r>
      <w:r w:rsidRPr="00BC1DBA">
        <w:rPr>
          <w:rFonts w:ascii="宋体" w:hAnsi="宋体"/>
          <w:sz w:val="30"/>
          <w:szCs w:val="30"/>
        </w:rPr>
        <w:t>1</w:t>
      </w:r>
      <w:r w:rsidRPr="00BC1DBA">
        <w:rPr>
          <w:rFonts w:ascii="宋体" w:hAnsi="宋体" w:hint="eastAsia"/>
          <w:sz w:val="30"/>
          <w:szCs w:val="30"/>
        </w:rPr>
        <w:t>）班</w:t>
      </w:r>
      <w:r w:rsidRPr="00BC1DBA">
        <w:rPr>
          <w:rFonts w:ascii="宋体" w:hAnsi="宋体"/>
          <w:sz w:val="30"/>
          <w:szCs w:val="30"/>
        </w:rPr>
        <w:t xml:space="preserve">   </w:t>
      </w:r>
      <w:r w:rsidRPr="00BC1DBA">
        <w:rPr>
          <w:rFonts w:ascii="宋体" w:hAnsi="宋体" w:hint="eastAsia"/>
          <w:sz w:val="30"/>
          <w:szCs w:val="30"/>
        </w:rPr>
        <w:t>宋欣</w:t>
      </w:r>
      <w:bookmarkStart w:id="0" w:name="_GoBack"/>
      <w:bookmarkEnd w:id="0"/>
      <w:r>
        <w:rPr>
          <w:rFonts w:ascii="宋体" w:hAnsi="宋体"/>
          <w:sz w:val="30"/>
          <w:szCs w:val="30"/>
        </w:rPr>
        <w:t xml:space="preserve">  </w:t>
      </w:r>
      <w:r>
        <w:rPr>
          <w:rFonts w:ascii="宋体" w:hAnsi="宋体" w:hint="eastAsia"/>
          <w:sz w:val="30"/>
          <w:szCs w:val="30"/>
        </w:rPr>
        <w:t>指导教师：戴建明</w:t>
      </w:r>
    </w:p>
    <w:p w:rsidR="006272E6" w:rsidRPr="00BC1DBA" w:rsidRDefault="006272E6" w:rsidP="00CD28A6">
      <w:pPr>
        <w:rPr>
          <w:rFonts w:ascii="宋体"/>
          <w:sz w:val="28"/>
          <w:szCs w:val="28"/>
        </w:rPr>
      </w:pPr>
      <w:r>
        <w:t xml:space="preserve"> </w:t>
      </w:r>
      <w:r w:rsidRPr="00BC1DBA">
        <w:rPr>
          <w:rFonts w:ascii="宋体" w:hAnsi="宋体"/>
          <w:sz w:val="28"/>
          <w:szCs w:val="28"/>
        </w:rPr>
        <w:t xml:space="preserve"> </w:t>
      </w:r>
      <w:r>
        <w:rPr>
          <w:rFonts w:ascii="宋体" w:hAnsi="宋体"/>
          <w:sz w:val="28"/>
          <w:szCs w:val="28"/>
        </w:rPr>
        <w:t xml:space="preserve">  </w:t>
      </w:r>
      <w:r w:rsidRPr="00BC1DBA">
        <w:rPr>
          <w:rFonts w:ascii="宋体" w:hAnsi="宋体" w:hint="eastAsia"/>
          <w:sz w:val="28"/>
          <w:szCs w:val="28"/>
        </w:rPr>
        <w:t>十月的桂花香在空气中弥漫，第八届中国花卉博览会在我们美丽的家乡</w:t>
      </w:r>
      <w:r w:rsidRPr="00BC1DBA">
        <w:rPr>
          <w:rFonts w:ascii="宋体" w:hAnsi="宋体"/>
          <w:sz w:val="28"/>
          <w:szCs w:val="28"/>
        </w:rPr>
        <w:t>——</w:t>
      </w:r>
      <w:r w:rsidRPr="00BC1DBA">
        <w:rPr>
          <w:rFonts w:ascii="宋体" w:hAnsi="宋体" w:hint="eastAsia"/>
          <w:sz w:val="28"/>
          <w:szCs w:val="28"/>
        </w:rPr>
        <w:t>常州召开，作为常州的一员，我们与老师一起参观了这次的展览。</w:t>
      </w:r>
    </w:p>
    <w:p w:rsidR="006272E6" w:rsidRPr="00BC1DBA" w:rsidRDefault="006272E6" w:rsidP="00CD28A6">
      <w:pPr>
        <w:rPr>
          <w:rFonts w:ascii="宋体"/>
          <w:sz w:val="28"/>
          <w:szCs w:val="28"/>
        </w:rPr>
      </w:pPr>
      <w:r w:rsidRPr="00BC1DBA">
        <w:rPr>
          <w:rFonts w:ascii="宋体" w:hAnsi="宋体"/>
          <w:sz w:val="28"/>
          <w:szCs w:val="28"/>
        </w:rPr>
        <w:t xml:space="preserve">  </w:t>
      </w:r>
      <w:r>
        <w:rPr>
          <w:rFonts w:ascii="宋体" w:hAnsi="宋体"/>
          <w:sz w:val="28"/>
          <w:szCs w:val="28"/>
        </w:rPr>
        <w:t xml:space="preserve">  </w:t>
      </w:r>
      <w:r w:rsidRPr="00BC1DBA">
        <w:rPr>
          <w:rFonts w:ascii="宋体" w:hAnsi="宋体" w:hint="eastAsia"/>
          <w:sz w:val="28"/>
          <w:szCs w:val="28"/>
        </w:rPr>
        <w:t>到达花博会后，我们有秩序的排好队，走过安检门，志愿者们对着我们微笑着，那暖人心田的微笑让我想起了夏天的向日葵，热情而充满朝气，激起我想去做志愿者的愿望。当迈进花博大门后，映入我们眼帘的是用百花围成的“迎客图”。那百花争先开放的场景让我们震惊又感慨。如此宏伟的花圃，又花费了多少人的心血啊！我们对前方展区内的事物更加的好奇了，我们在老师的组织下分好小组，人人的手中拿着地图，七嘴八舌的议论着，有的要去主展馆，有的要去艺术馆，有的要去科技馆……大家都想去自己感兴趣的馆，在激烈的议论中我们小组决定去艺术馆。艺术馆的人气可不小，我们排了</w:t>
      </w:r>
      <w:r w:rsidRPr="00BC1DBA">
        <w:rPr>
          <w:rFonts w:ascii="宋体" w:hAnsi="宋体"/>
          <w:sz w:val="28"/>
          <w:szCs w:val="28"/>
        </w:rPr>
        <w:t>20</w:t>
      </w:r>
      <w:r w:rsidRPr="00BC1DBA">
        <w:rPr>
          <w:rFonts w:ascii="宋体" w:hAnsi="宋体" w:hint="eastAsia"/>
          <w:sz w:val="28"/>
          <w:szCs w:val="28"/>
        </w:rPr>
        <w:t>分钟的队才进去。艺术馆的外形极具特色，是一个有裂缝的圆形，虽然排了很久的队，但我们小组的成员却依旧很激动，期待着从“裂缝”钻进去。在这</w:t>
      </w:r>
      <w:r w:rsidRPr="00BC1DBA">
        <w:rPr>
          <w:rFonts w:ascii="宋体" w:hAnsi="宋体"/>
          <w:sz w:val="28"/>
          <w:szCs w:val="28"/>
        </w:rPr>
        <w:t>20</w:t>
      </w:r>
      <w:r w:rsidRPr="00BC1DBA">
        <w:rPr>
          <w:rFonts w:ascii="宋体" w:hAnsi="宋体" w:hint="eastAsia"/>
          <w:sz w:val="28"/>
          <w:szCs w:val="28"/>
        </w:rPr>
        <w:t>分钟里，我发现排队的人虽然多，但是却没有人在喧哗，秩序井然。当我们迈进艺术馆的大门，就看见走廊上方挂着一把把展开的红伞，看上去就像是一朵展开的月季。进入到其中的一个展厅，便留意到这展厅是由长短不一的塑料白色管子拼接而成的，远远看上去就像开满白色茉莉的宫殿，在这宫殿里，我们看到了许许多多的石雕、木雕</w:t>
      </w:r>
      <w:r w:rsidRPr="00BC1DBA">
        <w:rPr>
          <w:rFonts w:ascii="宋体"/>
          <w:sz w:val="28"/>
          <w:szCs w:val="28"/>
        </w:rPr>
        <w:t>,</w:t>
      </w:r>
      <w:r w:rsidRPr="00BC1DBA">
        <w:rPr>
          <w:rFonts w:ascii="宋体" w:hAnsi="宋体" w:hint="eastAsia"/>
          <w:sz w:val="28"/>
          <w:szCs w:val="28"/>
        </w:rPr>
        <w:t>在日常生活中常见的石头和木头在这些雕刻家的手中就变成了一个可供人欣赏的艺术品！在这其中，我最喜欢的就是用白玉雕成的白菜，晶莹剔透，就和真的白菜似的，十分的透彻，近看点好像就能看到“白菜心”哩！让人想走近去触碰它的美丽，作为一个文明的常州市民，虽然我们很想，但也不可以去触碰。</w:t>
      </w:r>
    </w:p>
    <w:p w:rsidR="006272E6" w:rsidRPr="00BC1DBA" w:rsidRDefault="006272E6" w:rsidP="00CD28A6">
      <w:pPr>
        <w:rPr>
          <w:rFonts w:ascii="宋体"/>
          <w:sz w:val="28"/>
          <w:szCs w:val="28"/>
        </w:rPr>
      </w:pPr>
      <w:r w:rsidRPr="00BC1DBA">
        <w:rPr>
          <w:rFonts w:ascii="宋体" w:hAnsi="宋体"/>
          <w:sz w:val="28"/>
          <w:szCs w:val="28"/>
        </w:rPr>
        <w:t xml:space="preserve"> </w:t>
      </w:r>
      <w:r>
        <w:rPr>
          <w:rFonts w:ascii="宋体" w:hAnsi="宋体"/>
          <w:sz w:val="28"/>
          <w:szCs w:val="28"/>
        </w:rPr>
        <w:t xml:space="preserve">  </w:t>
      </w:r>
      <w:r w:rsidRPr="00BC1DBA">
        <w:rPr>
          <w:rFonts w:ascii="宋体" w:hAnsi="宋体"/>
          <w:sz w:val="28"/>
          <w:szCs w:val="28"/>
        </w:rPr>
        <w:t xml:space="preserve"> </w:t>
      </w:r>
      <w:r w:rsidRPr="00BC1DBA">
        <w:rPr>
          <w:rFonts w:ascii="宋体" w:hAnsi="宋体" w:hint="eastAsia"/>
          <w:sz w:val="28"/>
          <w:szCs w:val="28"/>
        </w:rPr>
        <w:t>当我们离开那所白色宫殿后，同学们又欣喜的奔着下一个展厅出发。细心的人会发现，在通往下一个展厅的楼梯里，你抬头或低头时，就会看见用投影投下来的一朵朵转动的月季花，月季花就是本届花博会的会花，投影中花一次又一次的转动，不禁让来往的游客停下脚步，看看这也同样美丽的花朵。</w:t>
      </w:r>
    </w:p>
    <w:p w:rsidR="006272E6" w:rsidRPr="00BC1DBA" w:rsidRDefault="006272E6" w:rsidP="00CD28A6">
      <w:pPr>
        <w:rPr>
          <w:rFonts w:ascii="宋体"/>
          <w:sz w:val="28"/>
          <w:szCs w:val="28"/>
        </w:rPr>
      </w:pPr>
      <w:r w:rsidRPr="00BC1DBA">
        <w:rPr>
          <w:rFonts w:ascii="宋体" w:hAnsi="宋体"/>
          <w:sz w:val="28"/>
          <w:szCs w:val="28"/>
        </w:rPr>
        <w:t xml:space="preserve">  </w:t>
      </w:r>
      <w:r>
        <w:rPr>
          <w:rFonts w:ascii="宋体" w:hAnsi="宋体"/>
          <w:sz w:val="28"/>
          <w:szCs w:val="28"/>
        </w:rPr>
        <w:t xml:space="preserve">  </w:t>
      </w:r>
      <w:r w:rsidRPr="00BC1DBA">
        <w:rPr>
          <w:rFonts w:ascii="宋体" w:hAnsi="宋体" w:hint="eastAsia"/>
          <w:sz w:val="28"/>
          <w:szCs w:val="28"/>
        </w:rPr>
        <w:t>由于时间有限，我们没有走完花博的整个展区，当我们还是很满足，希望以后有更多的机会参加这样的活动，我也想成为一名志愿者，为市民尽一份自己的力，就像那些花儿一样！</w:t>
      </w:r>
    </w:p>
    <w:sectPr w:rsidR="006272E6" w:rsidRPr="00BC1DBA" w:rsidSect="005F312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5CF5"/>
    <w:rsid w:val="00166079"/>
    <w:rsid w:val="002347AF"/>
    <w:rsid w:val="002546D8"/>
    <w:rsid w:val="003F6A7C"/>
    <w:rsid w:val="00493A0B"/>
    <w:rsid w:val="00566CCF"/>
    <w:rsid w:val="005F3122"/>
    <w:rsid w:val="006139E9"/>
    <w:rsid w:val="006272E6"/>
    <w:rsid w:val="00650500"/>
    <w:rsid w:val="006F5CF5"/>
    <w:rsid w:val="0076616E"/>
    <w:rsid w:val="009115B9"/>
    <w:rsid w:val="00BC1DBA"/>
    <w:rsid w:val="00CD28A6"/>
    <w:rsid w:val="00E830E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122"/>
    <w:pPr>
      <w:widowControl w:val="0"/>
      <w:jc w:val="both"/>
    </w:pPr>
  </w:style>
  <w:style w:type="paragraph" w:styleId="Heading2">
    <w:name w:val="heading 2"/>
    <w:basedOn w:val="Normal"/>
    <w:next w:val="Normal"/>
    <w:link w:val="Heading2Char"/>
    <w:uiPriority w:val="99"/>
    <w:qFormat/>
    <w:rsid w:val="00CD28A6"/>
    <w:pPr>
      <w:keepNext/>
      <w:keepLines/>
      <w:spacing w:before="260" w:after="260" w:line="416" w:lineRule="auto"/>
      <w:outlineLvl w:val="1"/>
    </w:pPr>
    <w:rPr>
      <w:rFonts w:ascii="Cambria" w:hAnsi="Cambria"/>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CD28A6"/>
    <w:rPr>
      <w:rFonts w:ascii="Cambria" w:eastAsia="宋体" w:hAnsi="Cambria" w:cs="Times New Roman"/>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112</TotalTime>
  <Pages>2</Pages>
  <Words>145</Words>
  <Characters>829</Characters>
  <Application>Microsoft Office Outlook</Application>
  <DocSecurity>0</DocSecurity>
  <Lines>0</Lines>
  <Paragraphs>0</Paragraphs>
  <ScaleCrop>false</ScaleCrop>
  <Company>Www.DadiGhost.Com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Skyfree</dc:creator>
  <cp:keywords/>
  <dc:description/>
  <cp:lastModifiedBy>Microsoft</cp:lastModifiedBy>
  <cp:revision>5</cp:revision>
  <dcterms:created xsi:type="dcterms:W3CDTF">2013-10-22T12:27:00Z</dcterms:created>
  <dcterms:modified xsi:type="dcterms:W3CDTF">2013-10-25T00:55:00Z</dcterms:modified>
</cp:coreProperties>
</file>